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3D0667E6" w:rsidR="00B97C09" w:rsidRPr="009F4B79" w:rsidRDefault="00B97C09" w:rsidP="009F4B79">
      <w:pPr>
        <w:pStyle w:val="IMCIP"/>
      </w:pPr>
      <w:r w:rsidRPr="009F4B79">
        <w:t xml:space="preserve">INSPECTION </w:t>
      </w:r>
      <w:r w:rsidR="00850BB7">
        <w:t>procedure</w:t>
      </w:r>
      <w:r w:rsidRPr="009F4B79">
        <w:t xml:space="preserve"> </w:t>
      </w:r>
      <w:r w:rsidR="00850BB7">
        <w:t>8820</w:t>
      </w:r>
      <w:r w:rsidR="00913C4F">
        <w:t>1</w:t>
      </w:r>
      <w:r w:rsidRPr="009F4B79">
        <w:t xml:space="preserve"> A</w:t>
      </w:r>
      <w:r w:rsidR="00177C8B" w:rsidRPr="009F4B79">
        <w:t xml:space="preserve">PPENDIX </w:t>
      </w:r>
      <w:r w:rsidR="00641B04">
        <w:t>F</w:t>
      </w:r>
    </w:p>
    <w:p w14:paraId="47B718AC" w14:textId="48337FF0" w:rsidR="00C94229" w:rsidRPr="00C94229" w:rsidRDefault="00C94229" w:rsidP="005C0C16">
      <w:pPr>
        <w:pStyle w:val="Title"/>
      </w:pPr>
      <w:r w:rsidRPr="00C94229">
        <w:t>INCIDENT INVESTIGATIONS</w:t>
      </w:r>
    </w:p>
    <w:p w14:paraId="70F545F6" w14:textId="211DB528" w:rsidR="00373AC9" w:rsidRDefault="00373AC9" w:rsidP="009F4B79">
      <w:pPr>
        <w:pStyle w:val="EffectiveDate"/>
      </w:pPr>
      <w:r>
        <w:t xml:space="preserve">Effective Date: </w:t>
      </w:r>
      <w:r w:rsidR="00E7373B">
        <w:t xml:space="preserve">June </w:t>
      </w:r>
      <w:r w:rsidR="0063433D">
        <w:t>20</w:t>
      </w:r>
      <w:r w:rsidR="00E7373B">
        <w:t>, 2025</w:t>
      </w:r>
    </w:p>
    <w:p w14:paraId="31686EFC" w14:textId="77777777" w:rsidR="00B310A1" w:rsidRPr="00B310A1" w:rsidRDefault="00B310A1" w:rsidP="00B310A1">
      <w:pPr>
        <w:pStyle w:val="Applicability"/>
      </w:pPr>
      <w:r w:rsidRPr="00B310A1">
        <w:t>PROGRAM APPLICABILITY:</w:t>
      </w:r>
      <w:r w:rsidRPr="00B310A1">
        <w:tab/>
        <w:t>IMC 2600, 2694</w:t>
      </w:r>
    </w:p>
    <w:p w14:paraId="6610E031" w14:textId="30E0CFD3" w:rsidR="00043C9E" w:rsidRDefault="00043C9E" w:rsidP="00043C9E">
      <w:pPr>
        <w:pStyle w:val="Heading1"/>
      </w:pPr>
      <w:r w:rsidRPr="00043C9E">
        <w:t>8820</w:t>
      </w:r>
      <w:r w:rsidR="009A36CF">
        <w:t>1</w:t>
      </w:r>
      <w:r w:rsidRPr="00043C9E">
        <w:t>.</w:t>
      </w:r>
      <w:r w:rsidR="00641B04">
        <w:t>F</w:t>
      </w:r>
      <w:r w:rsidRPr="00043C9E">
        <w:t>-01</w:t>
      </w:r>
      <w:r w:rsidRPr="00043C9E">
        <w:tab/>
        <w:t>INSPECTION OBJECTIVES</w:t>
      </w:r>
    </w:p>
    <w:p w14:paraId="3F9496CA" w14:textId="3AA964F7" w:rsidR="0043038F" w:rsidRPr="0043038F" w:rsidRDefault="0043038F" w:rsidP="00E47819">
      <w:pPr>
        <w:pStyle w:val="BodyText2"/>
      </w:pPr>
      <w:r w:rsidRPr="0043038F">
        <w:t>01.01</w:t>
      </w:r>
      <w:r w:rsidRPr="0043038F">
        <w:tab/>
        <w:t>To determine if the applicant or licensee has adequately established and is implementing an incident investigations program for investigating abnormal events and completing appropriate corrective actions.</w:t>
      </w:r>
    </w:p>
    <w:p w14:paraId="42698DF0" w14:textId="77777777" w:rsidR="0043038F" w:rsidRPr="0043038F" w:rsidRDefault="0043038F" w:rsidP="00B519B5">
      <w:pPr>
        <w:pStyle w:val="BodyText2"/>
      </w:pPr>
      <w:r w:rsidRPr="0043038F">
        <w:t>01.02</w:t>
      </w:r>
      <w:r w:rsidRPr="0043038F">
        <w:tab/>
        <w:t>To determine if the applicant’s or licensee’s incident investigations program is adequately coordinated and integrated with other management measures.</w:t>
      </w:r>
    </w:p>
    <w:p w14:paraId="4FE3BDFD" w14:textId="5278A6A3" w:rsidR="006F34DA" w:rsidRDefault="006F34DA" w:rsidP="005D3934">
      <w:pPr>
        <w:pStyle w:val="Heading1"/>
      </w:pPr>
      <w:r>
        <w:t>8820</w:t>
      </w:r>
      <w:r w:rsidR="008F07FA">
        <w:t>1</w:t>
      </w:r>
      <w:r w:rsidRPr="00F10650">
        <w:t>.</w:t>
      </w:r>
      <w:r w:rsidR="00641B04">
        <w:t>F</w:t>
      </w:r>
      <w:r w:rsidRPr="00F10650">
        <w:t>-02</w:t>
      </w:r>
      <w:r>
        <w:tab/>
      </w:r>
      <w:r w:rsidRPr="00F10650">
        <w:t>INSPECTION REQUIREMENTS</w:t>
      </w:r>
    </w:p>
    <w:p w14:paraId="2F26796F" w14:textId="52B1DCDA" w:rsidR="00394994" w:rsidRPr="00394994" w:rsidRDefault="00620AE6" w:rsidP="006333F0">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620AE6">
        <w:t xml:space="preserve">all </w:t>
      </w:r>
      <w:r w:rsidRPr="00AE25E1">
        <w:t>sections</w:t>
      </w:r>
      <w:r w:rsidRPr="00620AE6">
        <w:t>, or subsections,</w:t>
      </w:r>
      <w:r w:rsidRPr="00AE25E1">
        <w:t xml:space="preserve"> of </w:t>
      </w:r>
      <w:r w:rsidRPr="00620AE6">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620AE6">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620AE6">
        <w:t xml:space="preserve">appendix </w:t>
      </w:r>
      <w:r w:rsidRPr="00AE25E1">
        <w:t xml:space="preserve">or sections of this </w:t>
      </w:r>
      <w:r w:rsidRPr="00620AE6">
        <w:t xml:space="preserve">appendix </w:t>
      </w:r>
      <w:r w:rsidRPr="00AE25E1">
        <w:t>for modifications at existing fuel cycle facilities, would be done on a case-by-case basis, in accordance with IMC 2600, Appendix</w:t>
      </w:r>
      <w:r w:rsidR="00156819">
        <w:t> </w:t>
      </w:r>
      <w:r w:rsidRPr="00AE25E1">
        <w:t>B, “NRC Core Inspection Requirements.”</w:t>
      </w:r>
    </w:p>
    <w:p w14:paraId="1C42F65D" w14:textId="7BB88BC4" w:rsidR="00546509" w:rsidRPr="00546509" w:rsidRDefault="00546509" w:rsidP="00A131CE">
      <w:pPr>
        <w:pStyle w:val="Heading2"/>
        <w:rPr>
          <w:u w:val="single"/>
        </w:rPr>
      </w:pPr>
      <w:r w:rsidRPr="00546509">
        <w:t>02.01</w:t>
      </w:r>
      <w:r w:rsidRPr="00546509">
        <w:tab/>
        <w:t>Incident Investigation Program</w:t>
      </w:r>
    </w:p>
    <w:p w14:paraId="13100E8A" w14:textId="1F09752A" w:rsidR="00546509" w:rsidRPr="00546509" w:rsidRDefault="00546509" w:rsidP="00E47819">
      <w:pPr>
        <w:pStyle w:val="BodyText"/>
      </w:pPr>
      <w:r w:rsidRPr="00546509">
        <w:t xml:space="preserve">Determine if the applicant or licensee has established and is implementing a formal process to investigate abnormal events that may occur during operation of the facility to determine their specific or generic root cause(s), generic implications, and risk significance; to recommend corrective actions; and to report to the NRC as required by </w:t>
      </w:r>
      <w:r w:rsidR="00646759">
        <w:t xml:space="preserve">Title 10 of the </w:t>
      </w:r>
      <w:r w:rsidR="00646759" w:rsidRPr="004A138A">
        <w:rPr>
          <w:i/>
          <w:iCs/>
        </w:rPr>
        <w:t xml:space="preserve">Code of </w:t>
      </w:r>
      <w:r w:rsidR="00156819">
        <w:rPr>
          <w:i/>
          <w:iCs/>
        </w:rPr>
        <w:t>F</w:t>
      </w:r>
      <w:r w:rsidR="00646759" w:rsidRPr="004A138A">
        <w:rPr>
          <w:i/>
          <w:iCs/>
        </w:rPr>
        <w:t>ederal Regulations</w:t>
      </w:r>
      <w:r w:rsidR="00646759">
        <w:t xml:space="preserve"> (10 CFR)</w:t>
      </w:r>
      <w:r w:rsidR="004A138A">
        <w:t xml:space="preserve"> Section</w:t>
      </w:r>
      <w:r w:rsidRPr="00546509">
        <w:t xml:space="preserve"> 70.50, “Reporting Requirements,” and 10 CFR 70.74, “Additional Reporting Requirements.”</w:t>
      </w:r>
    </w:p>
    <w:p w14:paraId="3041FA56" w14:textId="0797C801" w:rsidR="00546509" w:rsidRPr="00546509" w:rsidRDefault="00546509" w:rsidP="00A131CE">
      <w:pPr>
        <w:pStyle w:val="Heading2"/>
      </w:pPr>
      <w:r>
        <w:t>02.02</w:t>
      </w:r>
      <w:r>
        <w:tab/>
      </w:r>
      <w:r w:rsidRPr="00546509">
        <w:t>Corrective Actions</w:t>
      </w:r>
    </w:p>
    <w:p w14:paraId="60397F74" w14:textId="4D743AD4" w:rsidR="00546509" w:rsidRPr="00546509" w:rsidRDefault="00546509" w:rsidP="00923B32">
      <w:pPr>
        <w:pStyle w:val="BodyText"/>
      </w:pPr>
      <w:r w:rsidRPr="00546509">
        <w:t>Determine if the applicant or licensee has identified and implemented corrective actions resulting from abnormal event investigations in a timely manner.</w:t>
      </w:r>
    </w:p>
    <w:p w14:paraId="33A68B8C" w14:textId="5C79D405" w:rsidR="00546509" w:rsidRPr="00546509" w:rsidRDefault="00EB452C" w:rsidP="00A131CE">
      <w:pPr>
        <w:pStyle w:val="Heading2"/>
      </w:pPr>
      <w:r>
        <w:lastRenderedPageBreak/>
        <w:t>02.03</w:t>
      </w:r>
      <w:r>
        <w:tab/>
      </w:r>
      <w:r w:rsidR="00546509" w:rsidRPr="00546509">
        <w:t>Incident Investigation Documentation</w:t>
      </w:r>
    </w:p>
    <w:p w14:paraId="17443714" w14:textId="77777777" w:rsidR="00546509" w:rsidRPr="00546509" w:rsidRDefault="00546509" w:rsidP="00E47819">
      <w:pPr>
        <w:pStyle w:val="BodyText"/>
      </w:pPr>
      <w:r w:rsidRPr="00546509">
        <w:t>Determine if the applicant or licensee is maintaining documentation associated with abnormal events in accordance with the incident investigations program.</w:t>
      </w:r>
    </w:p>
    <w:p w14:paraId="2A91A8C1" w14:textId="053C4879" w:rsidR="00A030A2" w:rsidRDefault="00A030A2" w:rsidP="00A030A2">
      <w:pPr>
        <w:pStyle w:val="Heading1"/>
      </w:pPr>
      <w:r w:rsidRPr="005039C1">
        <w:t>8820</w:t>
      </w:r>
      <w:r w:rsidR="00C15F8C">
        <w:t>1</w:t>
      </w:r>
      <w:r w:rsidRPr="005039C1">
        <w:t>.</w:t>
      </w:r>
      <w:r w:rsidR="00920D75">
        <w:t>F</w:t>
      </w:r>
      <w:r w:rsidRPr="005039C1">
        <w:t>-03</w:t>
      </w:r>
      <w:r w:rsidRPr="005039C1">
        <w:tab/>
        <w:t>INSPECTION GUIDANCE</w:t>
      </w:r>
    </w:p>
    <w:p w14:paraId="7FA12178" w14:textId="609A54A0" w:rsidR="006E3AED" w:rsidRPr="00923B32" w:rsidRDefault="006E3AED" w:rsidP="00923B32">
      <w:pPr>
        <w:pStyle w:val="BodyText"/>
        <w:rPr>
          <w:u w:val="single"/>
        </w:rPr>
      </w:pPr>
      <w:r w:rsidRPr="00923B32">
        <w:rPr>
          <w:u w:val="single"/>
        </w:rPr>
        <w:t>General Guidance</w:t>
      </w:r>
    </w:p>
    <w:p w14:paraId="72A06C61" w14:textId="6A264339" w:rsidR="00DA093B" w:rsidRPr="00DA093B" w:rsidRDefault="00DA093B" w:rsidP="00923B32">
      <w:pPr>
        <w:pStyle w:val="BodyText"/>
        <w:numPr>
          <w:ilvl w:val="0"/>
          <w:numId w:val="2"/>
        </w:numPr>
      </w:pPr>
      <w:r w:rsidRPr="00DA093B">
        <w:t>Applicants or licensees choosing to apply a graded system of management measures for incident investigation activities must describe the elements of incident investigations that will be applied in a graded manner to</w:t>
      </w:r>
      <w:r w:rsidR="00932021">
        <w:t xml:space="preserve"> items relied</w:t>
      </w:r>
      <w:r w:rsidR="00156819">
        <w:t xml:space="preserve"> </w:t>
      </w:r>
      <w:r w:rsidR="00932021">
        <w:t>on for safety</w:t>
      </w:r>
      <w:r w:rsidRPr="00DA093B">
        <w:t xml:space="preserve"> </w:t>
      </w:r>
      <w:r w:rsidR="00932021">
        <w:t>(</w:t>
      </w:r>
      <w:r w:rsidRPr="00DA093B">
        <w:t>IROFS</w:t>
      </w:r>
      <w:r w:rsidR="00932021">
        <w:t>)</w:t>
      </w:r>
      <w:r w:rsidRPr="00DA093B">
        <w:t xml:space="preserve"> based on their safety significance. Because it is important to investigate abnormal events occurring at a licensed facility to ensure that reporting requirements are met and public health and safety is ensured, no detailed guidance is provided on grading incident investigation activities. Rather, the management measures program should </w:t>
      </w:r>
      <w:proofErr w:type="gramStart"/>
      <w:r w:rsidRPr="00DA093B">
        <w:t>take into account</w:t>
      </w:r>
      <w:proofErr w:type="gramEnd"/>
      <w:r w:rsidRPr="00DA093B">
        <w:t xml:space="preserve"> risk significance of an incident as part of the investigation process, thereby providing a means of grading the incident investigation process in relation to the IROFS significance.</w:t>
      </w:r>
    </w:p>
    <w:p w14:paraId="68FDF538" w14:textId="4B911886" w:rsidR="00DA093B" w:rsidRDefault="00DA093B" w:rsidP="00DA093B">
      <w:pPr>
        <w:pStyle w:val="BodyText"/>
        <w:numPr>
          <w:ilvl w:val="0"/>
          <w:numId w:val="2"/>
        </w:numPr>
      </w:pPr>
      <w:r w:rsidRPr="00DA093B">
        <w:t>IP 88075, “Event Follow-Up</w:t>
      </w:r>
      <w:r w:rsidR="00156819">
        <w:t>,</w:t>
      </w:r>
      <w:r w:rsidRPr="00DA093B">
        <w:t>” provides guidance for evaluating licensee events and degraded conditions to provide input in determining the need for an Incident Investigation Team (IIT), Augmented Inspection Team (AIT), Special Inspection</w:t>
      </w:r>
      <w:r w:rsidR="00283A9F">
        <w:t xml:space="preserve"> Tea</w:t>
      </w:r>
      <w:r w:rsidR="0041079B">
        <w:t>m</w:t>
      </w:r>
      <w:r w:rsidR="00515DA8">
        <w:t xml:space="preserve"> </w:t>
      </w:r>
      <w:r w:rsidRPr="00DA093B">
        <w:t>(SI</w:t>
      </w:r>
      <w:r w:rsidR="0041079B">
        <w:t>T</w:t>
      </w:r>
      <w:r w:rsidRPr="00DA093B">
        <w:t>), or other reactive inspection. Inspectors should review and implement IP 88075 as needed.</w:t>
      </w:r>
    </w:p>
    <w:p w14:paraId="0F57C1F5" w14:textId="4474C42D" w:rsidR="008122CD" w:rsidRPr="008122CD" w:rsidRDefault="008122CD" w:rsidP="008122CD">
      <w:pPr>
        <w:pStyle w:val="BodyText"/>
        <w:rPr>
          <w:u w:val="single"/>
        </w:rPr>
      </w:pPr>
      <w:r w:rsidRPr="008122CD">
        <w:rPr>
          <w:u w:val="single"/>
        </w:rPr>
        <w:t>Specific Guidance</w:t>
      </w:r>
    </w:p>
    <w:p w14:paraId="12243619" w14:textId="06FE52B5" w:rsidR="002F0434" w:rsidRDefault="00AA67EF" w:rsidP="00AA67EF">
      <w:pPr>
        <w:pStyle w:val="Heading2"/>
        <w:rPr>
          <w:rFonts w:eastAsia="Times New Roman" w:cs="Arial"/>
          <w:highlight w:val="yellow"/>
          <w:u w:val="single"/>
        </w:rPr>
      </w:pPr>
      <w:r w:rsidRPr="00AA67EF">
        <w:t>03.01</w:t>
      </w:r>
      <w:r w:rsidRPr="00AA67EF">
        <w:tab/>
      </w:r>
      <w:r w:rsidR="00291BEE" w:rsidRPr="00291BEE">
        <w:t>Incident Investigation Program</w:t>
      </w:r>
      <w:r w:rsidR="00291BEE">
        <w:t xml:space="preserve"> </w:t>
      </w:r>
      <w:r w:rsidR="00291BEE" w:rsidRPr="00291BEE">
        <w:t>(</w:t>
      </w:r>
      <w:r w:rsidR="002B51D5" w:rsidRPr="00291BEE">
        <w:rPr>
          <w:rFonts w:eastAsia="Times New Roman" w:cs="Arial"/>
        </w:rPr>
        <w:t>Inspection Requirement 02.01</w:t>
      </w:r>
      <w:r w:rsidR="00291BEE" w:rsidRPr="00291BEE">
        <w:rPr>
          <w:rFonts w:eastAsia="Times New Roman" w:cs="Arial"/>
        </w:rPr>
        <w:t>)</w:t>
      </w:r>
      <w:r w:rsidR="002B51D5" w:rsidRPr="00291BEE">
        <w:rPr>
          <w:rFonts w:eastAsia="Times New Roman" w:cs="Arial"/>
        </w:rPr>
        <w:t xml:space="preserve"> </w:t>
      </w:r>
    </w:p>
    <w:p w14:paraId="0C6673A6" w14:textId="71952DC7" w:rsidR="007A6D12" w:rsidRDefault="00310C7A" w:rsidP="00923B32">
      <w:pPr>
        <w:pStyle w:val="BodyText"/>
      </w:pPr>
      <w:r w:rsidRPr="00310C7A">
        <w:t>No specific guidance.</w:t>
      </w:r>
    </w:p>
    <w:p w14:paraId="7E3A8CF2" w14:textId="23FCF2B9" w:rsidR="002F0434" w:rsidRPr="00291BEE" w:rsidRDefault="007A6D12" w:rsidP="008C0D5F">
      <w:pPr>
        <w:pStyle w:val="Heading2"/>
        <w:rPr>
          <w:highlight w:val="yellow"/>
        </w:rPr>
      </w:pPr>
      <w:r w:rsidRPr="007A6D12">
        <w:t>03.</w:t>
      </w:r>
      <w:r w:rsidRPr="00291BEE">
        <w:t>02</w:t>
      </w:r>
      <w:r w:rsidRPr="00291BEE">
        <w:tab/>
      </w:r>
      <w:r w:rsidR="00291BEE" w:rsidRPr="00291BEE">
        <w:t>Corrective Actions (</w:t>
      </w:r>
      <w:r w:rsidRPr="00291BEE">
        <w:t>Inspection Requirement 02.0</w:t>
      </w:r>
      <w:r w:rsidR="007A7924">
        <w:t>2</w:t>
      </w:r>
      <w:r w:rsidR="00291BEE" w:rsidRPr="00291BEE">
        <w:t>)</w:t>
      </w:r>
    </w:p>
    <w:p w14:paraId="73B57A9C" w14:textId="1E3138AF" w:rsidR="007A6D12" w:rsidRPr="007A6D12" w:rsidRDefault="007A6D12" w:rsidP="00923B32">
      <w:pPr>
        <w:pStyle w:val="BodyText"/>
      </w:pPr>
      <w:r w:rsidRPr="007A6D12">
        <w:t>Corrective actions may be applied to IROFS in a graded manner and prioritized commensurate with the safety significance of the IROFS and the adverse condition. The applicant’s or licensee’s corrective action program or process should result in the prompt identification of conditions adverse to quality, regardless of the IROFS significance</w:t>
      </w:r>
      <w:r w:rsidR="00DA6A58">
        <w:t xml:space="preserve">, in accordance </w:t>
      </w:r>
      <w:r w:rsidR="00C85C85">
        <w:t>with</w:t>
      </w:r>
      <w:r w:rsidR="00FE2A2C">
        <w:t xml:space="preserve"> </w:t>
      </w:r>
      <w:r w:rsidR="00C85C85">
        <w:t>10 CFR 70</w:t>
      </w:r>
      <w:r w:rsidR="00C342FD">
        <w:t>.62</w:t>
      </w:r>
      <w:r w:rsidRPr="007A6D12">
        <w:t xml:space="preserve">. The correction of adverse conditions may be graded to allow the application of corrective actions in a timeframe commensurate with the significance of the IROFS to safety. Documentation associated with corrective actions should be sufficiently detailed to describe the condition(s) and action(s) taken to enable appropriate follow-up, regardless of significance. </w:t>
      </w:r>
    </w:p>
    <w:p w14:paraId="7FEF9027" w14:textId="22375388" w:rsidR="002F0434" w:rsidRDefault="007A6D12" w:rsidP="008C0D5F">
      <w:pPr>
        <w:pStyle w:val="Heading2"/>
        <w:rPr>
          <w:highlight w:val="yellow"/>
          <w:u w:val="single"/>
        </w:rPr>
      </w:pPr>
      <w:r w:rsidRPr="007A6D12">
        <w:t>03.03</w:t>
      </w:r>
      <w:r w:rsidRPr="007A6D12">
        <w:tab/>
      </w:r>
      <w:r w:rsidR="00291BEE" w:rsidRPr="00291BEE">
        <w:t>Incident Investigation Documentation (</w:t>
      </w:r>
      <w:r w:rsidRPr="00291BEE">
        <w:t>Inspection Requirement 02.03</w:t>
      </w:r>
      <w:r w:rsidR="00291BEE" w:rsidRPr="00291BEE">
        <w:t>)</w:t>
      </w:r>
    </w:p>
    <w:p w14:paraId="36D82964" w14:textId="051DF988" w:rsidR="007A6D12" w:rsidRPr="00310C7A" w:rsidRDefault="007A6D12" w:rsidP="00E47819">
      <w:pPr>
        <w:pStyle w:val="BodyText"/>
      </w:pPr>
      <w:r w:rsidRPr="007A6D12">
        <w:t xml:space="preserve">The applicant or licensee should maintain documentation related to abnormal events for the life of the operation so that “lessons learned” may be applied to future operations of the facility. Details of the event sequence should be compared with accident sequences already considered in the </w:t>
      </w:r>
      <w:r w:rsidR="006907FE">
        <w:t>integrated safety analysis (</w:t>
      </w:r>
      <w:r w:rsidRPr="007A6D12">
        <w:t>ISA</w:t>
      </w:r>
      <w:r w:rsidR="006907FE">
        <w:t>)</w:t>
      </w:r>
      <w:r w:rsidRPr="007A6D12">
        <w:t xml:space="preserve">, and the ISA summary should be modified to include evaluation of the risk associated with accidents of the type </w:t>
      </w:r>
      <w:proofErr w:type="gramStart"/>
      <w:r w:rsidRPr="007A6D12">
        <w:t>actually experienced</w:t>
      </w:r>
      <w:proofErr w:type="gramEnd"/>
      <w:r w:rsidRPr="007A6D12">
        <w:t>.</w:t>
      </w:r>
    </w:p>
    <w:p w14:paraId="30C49123" w14:textId="51AC5BD8" w:rsidR="00466BD9" w:rsidRPr="00466BD9" w:rsidRDefault="00466BD9" w:rsidP="00AA3FCB">
      <w:pPr>
        <w:pStyle w:val="Heading1"/>
      </w:pPr>
      <w:r w:rsidRPr="00466BD9">
        <w:lastRenderedPageBreak/>
        <w:t>88201</w:t>
      </w:r>
      <w:r w:rsidR="00890574">
        <w:t>.</w:t>
      </w:r>
      <w:r w:rsidR="007A6D12">
        <w:t>F</w:t>
      </w:r>
      <w:r w:rsidRPr="00466BD9">
        <w:t>-04</w:t>
      </w:r>
      <w:r w:rsidRPr="00466BD9">
        <w:tab/>
        <w:t>RESOURCE ESTIMATE</w:t>
      </w:r>
    </w:p>
    <w:p w14:paraId="16AEEF05" w14:textId="66F463BC" w:rsidR="007B7233" w:rsidRPr="007B7233" w:rsidRDefault="007B7233" w:rsidP="00E47819">
      <w:pPr>
        <w:pStyle w:val="BodyText"/>
      </w:pPr>
      <w:r w:rsidRPr="007B7233">
        <w:t>The resource estimate for completing this appendix is dependent on the specific facility and will be as determined in the PIP for the facility.</w:t>
      </w:r>
      <w:r w:rsidR="00940898" w:rsidRPr="00940898">
        <w:t xml:space="preserve"> Details on the resource estimates are identified in IP</w:t>
      </w:r>
      <w:r w:rsidR="00A3048F">
        <w:t> </w:t>
      </w:r>
      <w:r w:rsidR="00940898" w:rsidRPr="00940898">
        <w:t>88201, Section 04</w:t>
      </w:r>
      <w:r w:rsidR="00E7373B">
        <w:t>, “Resource Estimate</w:t>
      </w:r>
      <w:r w:rsidR="00BD6AEE">
        <w:t>.</w:t>
      </w:r>
      <w:r w:rsidR="00940898" w:rsidRPr="00940898">
        <w:t>”</w:t>
      </w:r>
    </w:p>
    <w:p w14:paraId="2556B9DC" w14:textId="6E58B160" w:rsidR="002640B7" w:rsidRPr="00D64898" w:rsidRDefault="00D64898" w:rsidP="00D64898">
      <w:pPr>
        <w:pStyle w:val="Heading1"/>
        <w:rPr>
          <w:rStyle w:val="Commitment"/>
          <w:i w:val="0"/>
          <w:iCs w:val="0"/>
        </w:rPr>
      </w:pPr>
      <w:r w:rsidRPr="00D64898">
        <w:rPr>
          <w:rStyle w:val="Commitment"/>
          <w:i w:val="0"/>
          <w:iCs w:val="0"/>
        </w:rPr>
        <w:t>8820</w:t>
      </w:r>
      <w:r w:rsidR="00004FBC">
        <w:rPr>
          <w:rStyle w:val="Commitment"/>
          <w:i w:val="0"/>
          <w:iCs w:val="0"/>
        </w:rPr>
        <w:t>1</w:t>
      </w:r>
      <w:r w:rsidRPr="00D64898">
        <w:rPr>
          <w:rStyle w:val="Commitment"/>
          <w:i w:val="0"/>
          <w:iCs w:val="0"/>
        </w:rPr>
        <w:t>.</w:t>
      </w:r>
      <w:r w:rsidR="008C0D5F">
        <w:rPr>
          <w:rStyle w:val="Commitment"/>
          <w:i w:val="0"/>
          <w:iCs w:val="0"/>
        </w:rPr>
        <w:t>F</w:t>
      </w:r>
      <w:r w:rsidRPr="00D64898">
        <w:rPr>
          <w:rStyle w:val="Commitment"/>
          <w:i w:val="0"/>
          <w:iCs w:val="0"/>
        </w:rPr>
        <w:t>-05</w:t>
      </w:r>
      <w:r w:rsidRPr="00D64898">
        <w:rPr>
          <w:rStyle w:val="Commitment"/>
          <w:i w:val="0"/>
          <w:iCs w:val="0"/>
        </w:rPr>
        <w:tab/>
        <w:t>PROCEDURE COMPLETION</w:t>
      </w:r>
    </w:p>
    <w:p w14:paraId="5AD6D29C" w14:textId="623290BC" w:rsidR="00CE276C" w:rsidRDefault="00CE276C" w:rsidP="008055C8">
      <w:pPr>
        <w:pStyle w:val="BodyText"/>
      </w:pPr>
      <w:r w:rsidRPr="00CE276C">
        <w:t>Procedure completion is dependent on the specific facility and will be as determined in the PIP for the facility.</w:t>
      </w:r>
    </w:p>
    <w:p w14:paraId="000F5103" w14:textId="052AA401" w:rsidR="00C57EAD" w:rsidRDefault="008C2DAF" w:rsidP="00F6517B">
      <w:pPr>
        <w:pStyle w:val="Heading1"/>
      </w:pPr>
      <w:r w:rsidRPr="008C2DAF">
        <w:t>8820</w:t>
      </w:r>
      <w:r w:rsidR="00004FBC">
        <w:t>1</w:t>
      </w:r>
      <w:r w:rsidRPr="008C2DAF">
        <w:t>.</w:t>
      </w:r>
      <w:r w:rsidR="008C0D5F">
        <w:t>F</w:t>
      </w:r>
      <w:r w:rsidRPr="008C2DAF">
        <w:t>-06</w:t>
      </w:r>
      <w:r w:rsidRPr="008C2DAF">
        <w:tab/>
        <w:t>REFERENCES</w:t>
      </w:r>
    </w:p>
    <w:p w14:paraId="62CC4282" w14:textId="263C9C99" w:rsidR="007D1EEA" w:rsidRPr="007D1EEA" w:rsidRDefault="007D1EEA" w:rsidP="00E47819">
      <w:pPr>
        <w:pStyle w:val="BodyText"/>
      </w:pPr>
      <w:r w:rsidRPr="007D1EEA">
        <w:t>NUREG</w:t>
      </w:r>
      <w:r w:rsidR="001C56E1">
        <w:t>-</w:t>
      </w:r>
      <w:r w:rsidRPr="007D1EEA">
        <w:t>1520, “Standard Review Plan for Fuel Cycle Facilities License Applications,” Rev. 2</w:t>
      </w:r>
    </w:p>
    <w:p w14:paraId="08A04B90" w14:textId="04FA517B" w:rsidR="00004FBC" w:rsidRPr="00004FBC" w:rsidRDefault="007D1EEA" w:rsidP="00674A65">
      <w:pPr>
        <w:pStyle w:val="BodyText"/>
      </w:pPr>
      <w:r w:rsidRPr="007D1EEA">
        <w:t>IP 88075, “Event Follow-Up”</w:t>
      </w:r>
    </w:p>
    <w:p w14:paraId="56952BCA" w14:textId="7C70805E" w:rsidR="00194520" w:rsidRPr="00E04825" w:rsidRDefault="0022575F" w:rsidP="00E04825">
      <w:pPr>
        <w:pStyle w:val="END"/>
        <w:rPr>
          <w:rFonts w:eastAsiaTheme="minorHAnsi"/>
        </w:rPr>
      </w:pPr>
      <w:r w:rsidRPr="0022575F">
        <w:rPr>
          <w:rFonts w:eastAsiaTheme="minorHAnsi"/>
        </w:rPr>
        <w:t>END</w:t>
      </w:r>
    </w:p>
    <w:p w14:paraId="245AEFE8" w14:textId="60349F04" w:rsidR="002B2651" w:rsidRPr="00BC499D" w:rsidRDefault="002B2651" w:rsidP="00BC499D">
      <w:pPr>
        <w:pStyle w:val="BodyText2"/>
      </w:pPr>
      <w:r w:rsidRPr="00BC499D">
        <w:t>List of Attachments:</w:t>
      </w:r>
      <w:r w:rsidRPr="00BC499D">
        <w:br/>
      </w:r>
      <w:r w:rsidR="000D4038" w:rsidRPr="00BC499D">
        <w:t xml:space="preserve">Attachment </w:t>
      </w:r>
      <w:r w:rsidR="00053D1A" w:rsidRPr="00BC499D">
        <w:t>1</w:t>
      </w:r>
      <w:r w:rsidR="00BD6AEE" w:rsidRPr="00BC499D">
        <w:t>:</w:t>
      </w:r>
      <w:r w:rsidR="00053D1A" w:rsidRPr="00BC499D">
        <w:t xml:space="preserve"> Revision History </w:t>
      </w:r>
      <w:r w:rsidR="00706E6D" w:rsidRPr="00BC499D">
        <w:t>for IP 88201</w:t>
      </w:r>
      <w:r w:rsidR="00D65B18" w:rsidRPr="00BC499D">
        <w:t xml:space="preserve"> Appendix F</w:t>
      </w:r>
    </w:p>
    <w:p w14:paraId="4FB2613C" w14:textId="77777777" w:rsidR="00053D1A" w:rsidRDefault="00053D1A" w:rsidP="002B2651">
      <w:pPr>
        <w:pStyle w:val="BodyText"/>
      </w:pPr>
    </w:p>
    <w:p w14:paraId="09491F5B" w14:textId="77777777" w:rsidR="00053D1A" w:rsidRDefault="00053D1A" w:rsidP="002B2651">
      <w:pPr>
        <w:pStyle w:val="BodyText"/>
        <w:sectPr w:rsidR="00053D1A">
          <w:footerReference w:type="default" r:id="rId10"/>
          <w:pgSz w:w="12240" w:h="15840"/>
          <w:pgMar w:top="1440" w:right="1440" w:bottom="1440" w:left="1440" w:header="720" w:footer="720" w:gutter="0"/>
          <w:cols w:space="720"/>
          <w:docGrid w:linePitch="360"/>
        </w:sectPr>
      </w:pPr>
    </w:p>
    <w:p w14:paraId="55449064" w14:textId="7EBDB20E"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81418E">
        <w:rPr>
          <w:rFonts w:eastAsiaTheme="minorHAnsi"/>
        </w:rPr>
        <w:t>1</w:t>
      </w:r>
      <w:r w:rsidRPr="00E761CA">
        <w:rPr>
          <w:rFonts w:eastAsiaTheme="minorHAnsi"/>
        </w:rPr>
        <w:t xml:space="preserve"> A</w:t>
      </w:r>
      <w:r w:rsidR="00BA0C92" w:rsidRPr="00E761CA">
        <w:rPr>
          <w:rFonts w:eastAsiaTheme="minorHAnsi"/>
        </w:rPr>
        <w:t xml:space="preserve">ppendix </w:t>
      </w:r>
      <w:r w:rsidR="0081418E">
        <w:rPr>
          <w:rFonts w:eastAsiaTheme="minorHAnsi"/>
        </w:rPr>
        <w:t>F</w:t>
      </w:r>
    </w:p>
    <w:tbl>
      <w:tblPr>
        <w:tblStyle w:val="IM"/>
        <w:tblW w:w="0" w:type="auto"/>
        <w:tblLook w:val="04A0" w:firstRow="1" w:lastRow="0" w:firstColumn="1" w:lastColumn="0" w:noHBand="0" w:noVBand="1"/>
      </w:tblPr>
      <w:tblGrid>
        <w:gridCol w:w="1435"/>
        <w:gridCol w:w="1710"/>
        <w:gridCol w:w="5580"/>
        <w:gridCol w:w="1800"/>
        <w:gridCol w:w="2425"/>
      </w:tblGrid>
      <w:tr w:rsidR="00436A19" w:rsidRPr="00436A19" w14:paraId="3F975A24" w14:textId="77777777" w:rsidTr="004D5B6D">
        <w:tc>
          <w:tcPr>
            <w:tcW w:w="1435" w:type="dxa"/>
          </w:tcPr>
          <w:p w14:paraId="42643E38" w14:textId="77777777" w:rsidR="00436A19" w:rsidRPr="00436A19" w:rsidRDefault="00436A19" w:rsidP="009F4B79">
            <w:pPr>
              <w:pStyle w:val="BodyText-table"/>
            </w:pPr>
            <w:r w:rsidRPr="00436A19">
              <w:t>Commitment Tracking Number</w:t>
            </w:r>
          </w:p>
        </w:tc>
        <w:tc>
          <w:tcPr>
            <w:tcW w:w="171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58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4D5B6D">
        <w:trPr>
          <w:tblHeader w:val="0"/>
        </w:trPr>
        <w:tc>
          <w:tcPr>
            <w:tcW w:w="1435" w:type="dxa"/>
          </w:tcPr>
          <w:p w14:paraId="2C69FE8E" w14:textId="77777777" w:rsidR="00436A19" w:rsidRPr="00436A19" w:rsidRDefault="00436A19" w:rsidP="009F4B79">
            <w:pPr>
              <w:pStyle w:val="BodyText-table"/>
            </w:pPr>
          </w:p>
        </w:tc>
        <w:tc>
          <w:tcPr>
            <w:tcW w:w="1710" w:type="dxa"/>
          </w:tcPr>
          <w:p w14:paraId="5E023FC3" w14:textId="77777777" w:rsidR="00436A19" w:rsidRDefault="00283C71" w:rsidP="009F4B79">
            <w:pPr>
              <w:pStyle w:val="BodyText-table"/>
            </w:pPr>
            <w:r>
              <w:t>ML</w:t>
            </w:r>
            <w:r w:rsidR="00EF03D1">
              <w:t>25010A</w:t>
            </w:r>
            <w:r w:rsidR="00F3446D">
              <w:t>403</w:t>
            </w:r>
          </w:p>
          <w:p w14:paraId="6331E2F0" w14:textId="5B549ABF" w:rsidR="00565E47" w:rsidRDefault="00F3560D" w:rsidP="009F4B79">
            <w:pPr>
              <w:pStyle w:val="BodyText-table"/>
            </w:pPr>
            <w:r>
              <w:t>06/20/25</w:t>
            </w:r>
          </w:p>
          <w:p w14:paraId="79576181" w14:textId="563BB8EA" w:rsidR="00565E47" w:rsidRPr="00436A19" w:rsidRDefault="00565E47" w:rsidP="009F4B79">
            <w:pPr>
              <w:pStyle w:val="BodyText-table"/>
            </w:pPr>
            <w:r>
              <w:t>CN</w:t>
            </w:r>
            <w:r w:rsidR="007A7924">
              <w:t xml:space="preserve"> 25-018</w:t>
            </w:r>
          </w:p>
        </w:tc>
        <w:tc>
          <w:tcPr>
            <w:tcW w:w="5580" w:type="dxa"/>
          </w:tcPr>
          <w:p w14:paraId="28447C7D" w14:textId="209DE5EF" w:rsidR="00436A19" w:rsidRPr="00436A19" w:rsidRDefault="00B12801" w:rsidP="009F4B79">
            <w:pPr>
              <w:pStyle w:val="BodyText-table"/>
            </w:pPr>
            <w:r w:rsidRPr="00B12801">
              <w:t xml:space="preserve">Initial issuance. </w:t>
            </w:r>
            <w:r w:rsidR="003029BE" w:rsidRPr="003029BE">
              <w:t>Initial Issue to provide guidance for the Management Measures inspections of Fuel Facilities licensed under Part 70.</w:t>
            </w:r>
          </w:p>
        </w:tc>
        <w:tc>
          <w:tcPr>
            <w:tcW w:w="1800" w:type="dxa"/>
          </w:tcPr>
          <w:p w14:paraId="66688D2B" w14:textId="35FA7108" w:rsidR="00436A19" w:rsidRPr="00436A19" w:rsidRDefault="00E7373B" w:rsidP="009F4B79">
            <w:pPr>
              <w:pStyle w:val="BodyText-table"/>
            </w:pPr>
            <w:r>
              <w:t>N/A</w:t>
            </w:r>
          </w:p>
        </w:tc>
        <w:tc>
          <w:tcPr>
            <w:tcW w:w="2425" w:type="dxa"/>
          </w:tcPr>
          <w:p w14:paraId="53FC8895" w14:textId="59104111" w:rsidR="00436A19" w:rsidRPr="00436A19" w:rsidRDefault="00E7373B" w:rsidP="009F4B79">
            <w:pPr>
              <w:pStyle w:val="BodyText-table"/>
            </w:pPr>
            <w:r>
              <w:t>N/A</w:t>
            </w:r>
          </w:p>
        </w:tc>
      </w:tr>
    </w:tbl>
    <w:p w14:paraId="62990184" w14:textId="77777777" w:rsidR="00053D1A" w:rsidRPr="004A50C4" w:rsidRDefault="00053D1A" w:rsidP="002B2651">
      <w:pPr>
        <w:pStyle w:val="BodyText"/>
      </w:pPr>
    </w:p>
    <w:sectPr w:rsidR="00053D1A" w:rsidRPr="004A50C4">
      <w:footerReference w:type="default" r:id="rId11"/>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19495" w14:textId="77777777" w:rsidR="00707397" w:rsidRDefault="00707397" w:rsidP="00436A19">
      <w:r>
        <w:separator/>
      </w:r>
    </w:p>
  </w:endnote>
  <w:endnote w:type="continuationSeparator" w:id="0">
    <w:p w14:paraId="7293C3AE" w14:textId="77777777" w:rsidR="00707397" w:rsidRDefault="00707397" w:rsidP="00436A19">
      <w:r>
        <w:continuationSeparator/>
      </w:r>
    </w:p>
  </w:endnote>
  <w:endnote w:type="continuationNotice" w:id="1">
    <w:p w14:paraId="4DFD9C28" w14:textId="77777777" w:rsidR="00707397" w:rsidRDefault="0070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0F57FAC4" w:rsidR="00436A19" w:rsidRDefault="00436A19">
    <w:pPr>
      <w:pStyle w:val="Footer"/>
    </w:pPr>
    <w:r>
      <w:t>Issue Date</w:t>
    </w:r>
    <w:r w:rsidR="00F3560D">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004FBC">
      <w:t>1</w:t>
    </w:r>
    <w:r w:rsidR="00550B28">
      <w:t>.</w:t>
    </w:r>
    <w:r w:rsidR="007D1EEA">
      <w:t>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0A511F25" w:rsidR="00134078" w:rsidRDefault="00936458">
    <w:pPr>
      <w:pStyle w:val="Footer"/>
    </w:pPr>
    <w:r>
      <w:t>Issue Date:</w:t>
    </w:r>
    <w:r w:rsidR="00F3560D">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77050D">
      <w:t>201</w:t>
    </w:r>
    <w:r w:rsidR="00550B28">
      <w:t>.</w:t>
    </w:r>
    <w:r w:rsidR="007D1EEA">
      <w:t>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FE795" w14:textId="77777777" w:rsidR="00707397" w:rsidRDefault="00707397" w:rsidP="00436A19">
      <w:r>
        <w:separator/>
      </w:r>
    </w:p>
  </w:footnote>
  <w:footnote w:type="continuationSeparator" w:id="0">
    <w:p w14:paraId="0353E254" w14:textId="77777777" w:rsidR="00707397" w:rsidRDefault="00707397" w:rsidP="00436A19">
      <w:r>
        <w:continuationSeparator/>
      </w:r>
    </w:p>
  </w:footnote>
  <w:footnote w:type="continuationNotice" w:id="1">
    <w:p w14:paraId="5AFAAF73" w14:textId="77777777" w:rsidR="00707397" w:rsidRDefault="007073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193426"/>
    <w:multiLevelType w:val="hybridMultilevel"/>
    <w:tmpl w:val="C290C5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EA235F"/>
    <w:multiLevelType w:val="hybridMultilevel"/>
    <w:tmpl w:val="392CB4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05700">
    <w:abstractNumId w:val="1"/>
  </w:num>
  <w:num w:numId="2" w16cid:durableId="134782748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4FBC"/>
    <w:rsid w:val="00011C86"/>
    <w:rsid w:val="0001300D"/>
    <w:rsid w:val="00015231"/>
    <w:rsid w:val="00016CEC"/>
    <w:rsid w:val="00024FCB"/>
    <w:rsid w:val="00027AB8"/>
    <w:rsid w:val="0003134B"/>
    <w:rsid w:val="00035F9A"/>
    <w:rsid w:val="00043C9E"/>
    <w:rsid w:val="000462DE"/>
    <w:rsid w:val="000525D0"/>
    <w:rsid w:val="00052FBB"/>
    <w:rsid w:val="00053D1A"/>
    <w:rsid w:val="000636C1"/>
    <w:rsid w:val="00063969"/>
    <w:rsid w:val="00065785"/>
    <w:rsid w:val="00072C69"/>
    <w:rsid w:val="00073AE3"/>
    <w:rsid w:val="00083BC9"/>
    <w:rsid w:val="00084649"/>
    <w:rsid w:val="00090737"/>
    <w:rsid w:val="00097375"/>
    <w:rsid w:val="000A0D1E"/>
    <w:rsid w:val="000C58DD"/>
    <w:rsid w:val="000D207F"/>
    <w:rsid w:val="000D4038"/>
    <w:rsid w:val="000E3F34"/>
    <w:rsid w:val="000E5E83"/>
    <w:rsid w:val="000E6859"/>
    <w:rsid w:val="000F091A"/>
    <w:rsid w:val="000F5303"/>
    <w:rsid w:val="00100988"/>
    <w:rsid w:val="00100A5A"/>
    <w:rsid w:val="001021D0"/>
    <w:rsid w:val="00107611"/>
    <w:rsid w:val="00107EDC"/>
    <w:rsid w:val="0011069D"/>
    <w:rsid w:val="0011392F"/>
    <w:rsid w:val="00114BAC"/>
    <w:rsid w:val="00115C74"/>
    <w:rsid w:val="0011634C"/>
    <w:rsid w:val="001232A3"/>
    <w:rsid w:val="0012414D"/>
    <w:rsid w:val="001269C7"/>
    <w:rsid w:val="00134078"/>
    <w:rsid w:val="00136740"/>
    <w:rsid w:val="00153C09"/>
    <w:rsid w:val="00156819"/>
    <w:rsid w:val="00170A7B"/>
    <w:rsid w:val="001763EA"/>
    <w:rsid w:val="00177C6F"/>
    <w:rsid w:val="00177C8B"/>
    <w:rsid w:val="00184BA0"/>
    <w:rsid w:val="00194520"/>
    <w:rsid w:val="00194A46"/>
    <w:rsid w:val="001A015A"/>
    <w:rsid w:val="001A348E"/>
    <w:rsid w:val="001B2561"/>
    <w:rsid w:val="001B2D64"/>
    <w:rsid w:val="001B5657"/>
    <w:rsid w:val="001C1ADA"/>
    <w:rsid w:val="001C56E1"/>
    <w:rsid w:val="001C5A1E"/>
    <w:rsid w:val="001D344E"/>
    <w:rsid w:val="001D512F"/>
    <w:rsid w:val="001E4459"/>
    <w:rsid w:val="001F4056"/>
    <w:rsid w:val="001F51AC"/>
    <w:rsid w:val="00204B0B"/>
    <w:rsid w:val="00204F1C"/>
    <w:rsid w:val="002106CD"/>
    <w:rsid w:val="0022575F"/>
    <w:rsid w:val="00244810"/>
    <w:rsid w:val="002640B7"/>
    <w:rsid w:val="00270FB0"/>
    <w:rsid w:val="002752CB"/>
    <w:rsid w:val="00283A9F"/>
    <w:rsid w:val="00283C71"/>
    <w:rsid w:val="00287808"/>
    <w:rsid w:val="002902BE"/>
    <w:rsid w:val="00291BEE"/>
    <w:rsid w:val="002A0D1B"/>
    <w:rsid w:val="002A26F7"/>
    <w:rsid w:val="002A78C0"/>
    <w:rsid w:val="002B2651"/>
    <w:rsid w:val="002B51D5"/>
    <w:rsid w:val="002C6F7C"/>
    <w:rsid w:val="002F0434"/>
    <w:rsid w:val="002F34B8"/>
    <w:rsid w:val="002F359C"/>
    <w:rsid w:val="002F5FCF"/>
    <w:rsid w:val="002F64E9"/>
    <w:rsid w:val="003029BE"/>
    <w:rsid w:val="00302DA5"/>
    <w:rsid w:val="00303445"/>
    <w:rsid w:val="00310C7A"/>
    <w:rsid w:val="00320920"/>
    <w:rsid w:val="00323F7F"/>
    <w:rsid w:val="00333CDD"/>
    <w:rsid w:val="003476CA"/>
    <w:rsid w:val="00350039"/>
    <w:rsid w:val="00350436"/>
    <w:rsid w:val="00350BCA"/>
    <w:rsid w:val="00351117"/>
    <w:rsid w:val="00353E4D"/>
    <w:rsid w:val="00354B82"/>
    <w:rsid w:val="00357AD6"/>
    <w:rsid w:val="003601B4"/>
    <w:rsid w:val="00367C2B"/>
    <w:rsid w:val="00372C65"/>
    <w:rsid w:val="00373AC9"/>
    <w:rsid w:val="0038096C"/>
    <w:rsid w:val="003873EB"/>
    <w:rsid w:val="00390BB8"/>
    <w:rsid w:val="003936E6"/>
    <w:rsid w:val="00394994"/>
    <w:rsid w:val="003977EC"/>
    <w:rsid w:val="003979C1"/>
    <w:rsid w:val="003A4FAA"/>
    <w:rsid w:val="003A7602"/>
    <w:rsid w:val="003B4FCA"/>
    <w:rsid w:val="003C3E69"/>
    <w:rsid w:val="003C6BA9"/>
    <w:rsid w:val="003D5579"/>
    <w:rsid w:val="003D7AF7"/>
    <w:rsid w:val="003E05C7"/>
    <w:rsid w:val="003E0FB2"/>
    <w:rsid w:val="003E6EB3"/>
    <w:rsid w:val="003F0CCF"/>
    <w:rsid w:val="004068AC"/>
    <w:rsid w:val="0041079B"/>
    <w:rsid w:val="0043038F"/>
    <w:rsid w:val="00430FB0"/>
    <w:rsid w:val="00436A19"/>
    <w:rsid w:val="0046081E"/>
    <w:rsid w:val="00466BD9"/>
    <w:rsid w:val="00471CA4"/>
    <w:rsid w:val="00482151"/>
    <w:rsid w:val="00483650"/>
    <w:rsid w:val="00490F4B"/>
    <w:rsid w:val="00497744"/>
    <w:rsid w:val="004A0654"/>
    <w:rsid w:val="004A138A"/>
    <w:rsid w:val="004A2D21"/>
    <w:rsid w:val="004A354A"/>
    <w:rsid w:val="004A50C4"/>
    <w:rsid w:val="004B7742"/>
    <w:rsid w:val="004C0322"/>
    <w:rsid w:val="004C4BBE"/>
    <w:rsid w:val="004D1798"/>
    <w:rsid w:val="004D26E6"/>
    <w:rsid w:val="004D5B6D"/>
    <w:rsid w:val="004D71E1"/>
    <w:rsid w:val="004E11B4"/>
    <w:rsid w:val="004E7DC4"/>
    <w:rsid w:val="004F0416"/>
    <w:rsid w:val="004F29DA"/>
    <w:rsid w:val="00510C2C"/>
    <w:rsid w:val="00515DA8"/>
    <w:rsid w:val="00517165"/>
    <w:rsid w:val="00530B3E"/>
    <w:rsid w:val="0053344C"/>
    <w:rsid w:val="0054195F"/>
    <w:rsid w:val="00542B37"/>
    <w:rsid w:val="00546509"/>
    <w:rsid w:val="00550B28"/>
    <w:rsid w:val="0055687B"/>
    <w:rsid w:val="00565E47"/>
    <w:rsid w:val="005727B2"/>
    <w:rsid w:val="00575891"/>
    <w:rsid w:val="0057668D"/>
    <w:rsid w:val="005766DE"/>
    <w:rsid w:val="00581DB2"/>
    <w:rsid w:val="005827F0"/>
    <w:rsid w:val="00596B09"/>
    <w:rsid w:val="005A3799"/>
    <w:rsid w:val="005A4644"/>
    <w:rsid w:val="005A6EA7"/>
    <w:rsid w:val="005B2E42"/>
    <w:rsid w:val="005B3B93"/>
    <w:rsid w:val="005B5F53"/>
    <w:rsid w:val="005C0C16"/>
    <w:rsid w:val="005C3152"/>
    <w:rsid w:val="005C3CCC"/>
    <w:rsid w:val="005C6DCF"/>
    <w:rsid w:val="005D26A1"/>
    <w:rsid w:val="005D2B92"/>
    <w:rsid w:val="005D3934"/>
    <w:rsid w:val="005E1398"/>
    <w:rsid w:val="005E725D"/>
    <w:rsid w:val="005F68B4"/>
    <w:rsid w:val="006022E9"/>
    <w:rsid w:val="006022F7"/>
    <w:rsid w:val="00614498"/>
    <w:rsid w:val="00617F48"/>
    <w:rsid w:val="00620AE6"/>
    <w:rsid w:val="00623267"/>
    <w:rsid w:val="0062791B"/>
    <w:rsid w:val="00632457"/>
    <w:rsid w:val="006333F0"/>
    <w:rsid w:val="00634074"/>
    <w:rsid w:val="0063433D"/>
    <w:rsid w:val="00641B04"/>
    <w:rsid w:val="0064492E"/>
    <w:rsid w:val="00646759"/>
    <w:rsid w:val="006552B4"/>
    <w:rsid w:val="00661476"/>
    <w:rsid w:val="006637E0"/>
    <w:rsid w:val="00674A65"/>
    <w:rsid w:val="0068580F"/>
    <w:rsid w:val="006907FE"/>
    <w:rsid w:val="00694974"/>
    <w:rsid w:val="006A0E5C"/>
    <w:rsid w:val="006A0FAE"/>
    <w:rsid w:val="006B75A0"/>
    <w:rsid w:val="006C004B"/>
    <w:rsid w:val="006C5815"/>
    <w:rsid w:val="006D021F"/>
    <w:rsid w:val="006D1A1C"/>
    <w:rsid w:val="006D1A53"/>
    <w:rsid w:val="006D7507"/>
    <w:rsid w:val="006E3AED"/>
    <w:rsid w:val="006E500A"/>
    <w:rsid w:val="006F0A44"/>
    <w:rsid w:val="006F0E93"/>
    <w:rsid w:val="006F34DA"/>
    <w:rsid w:val="006F4448"/>
    <w:rsid w:val="006F60F1"/>
    <w:rsid w:val="00701937"/>
    <w:rsid w:val="00706E6D"/>
    <w:rsid w:val="00707397"/>
    <w:rsid w:val="00717767"/>
    <w:rsid w:val="00720783"/>
    <w:rsid w:val="00721D68"/>
    <w:rsid w:val="00725A2E"/>
    <w:rsid w:val="0073579A"/>
    <w:rsid w:val="00740967"/>
    <w:rsid w:val="00741133"/>
    <w:rsid w:val="00741F71"/>
    <w:rsid w:val="00742F63"/>
    <w:rsid w:val="007438F1"/>
    <w:rsid w:val="007500C2"/>
    <w:rsid w:val="00757F6C"/>
    <w:rsid w:val="0076716A"/>
    <w:rsid w:val="0077050D"/>
    <w:rsid w:val="00771D05"/>
    <w:rsid w:val="00773F17"/>
    <w:rsid w:val="0077558D"/>
    <w:rsid w:val="00790E8C"/>
    <w:rsid w:val="00796971"/>
    <w:rsid w:val="007A05DF"/>
    <w:rsid w:val="007A09A2"/>
    <w:rsid w:val="007A240B"/>
    <w:rsid w:val="007A2F5C"/>
    <w:rsid w:val="007A3CF2"/>
    <w:rsid w:val="007A6D12"/>
    <w:rsid w:val="007A7924"/>
    <w:rsid w:val="007B2394"/>
    <w:rsid w:val="007B378F"/>
    <w:rsid w:val="007B3E6C"/>
    <w:rsid w:val="007B7233"/>
    <w:rsid w:val="007B754C"/>
    <w:rsid w:val="007C1779"/>
    <w:rsid w:val="007C2947"/>
    <w:rsid w:val="007D1EEA"/>
    <w:rsid w:val="007D3CE8"/>
    <w:rsid w:val="007F31A3"/>
    <w:rsid w:val="008055C8"/>
    <w:rsid w:val="00805A4F"/>
    <w:rsid w:val="008122CD"/>
    <w:rsid w:val="0081418E"/>
    <w:rsid w:val="00826CCD"/>
    <w:rsid w:val="00833F3F"/>
    <w:rsid w:val="00837FFD"/>
    <w:rsid w:val="00844042"/>
    <w:rsid w:val="00846487"/>
    <w:rsid w:val="00850BB7"/>
    <w:rsid w:val="00856452"/>
    <w:rsid w:val="008638A2"/>
    <w:rsid w:val="00864FF1"/>
    <w:rsid w:val="0086588C"/>
    <w:rsid w:val="00877380"/>
    <w:rsid w:val="00890574"/>
    <w:rsid w:val="008940A8"/>
    <w:rsid w:val="008A0A66"/>
    <w:rsid w:val="008A103C"/>
    <w:rsid w:val="008A13E3"/>
    <w:rsid w:val="008A355B"/>
    <w:rsid w:val="008A6217"/>
    <w:rsid w:val="008B1698"/>
    <w:rsid w:val="008B296F"/>
    <w:rsid w:val="008B39F4"/>
    <w:rsid w:val="008B4AE5"/>
    <w:rsid w:val="008B7C72"/>
    <w:rsid w:val="008C0D5F"/>
    <w:rsid w:val="008C18C1"/>
    <w:rsid w:val="008C2DAF"/>
    <w:rsid w:val="008C3AF4"/>
    <w:rsid w:val="008D4429"/>
    <w:rsid w:val="008D442D"/>
    <w:rsid w:val="008D5EB0"/>
    <w:rsid w:val="008E1A1E"/>
    <w:rsid w:val="008E37A1"/>
    <w:rsid w:val="008E5C18"/>
    <w:rsid w:val="008E7564"/>
    <w:rsid w:val="008F07FA"/>
    <w:rsid w:val="008F7D38"/>
    <w:rsid w:val="0090579B"/>
    <w:rsid w:val="00913C4F"/>
    <w:rsid w:val="009160E9"/>
    <w:rsid w:val="00920D75"/>
    <w:rsid w:val="00922AA9"/>
    <w:rsid w:val="00923B32"/>
    <w:rsid w:val="00932021"/>
    <w:rsid w:val="0093342E"/>
    <w:rsid w:val="00936458"/>
    <w:rsid w:val="00940898"/>
    <w:rsid w:val="0095639A"/>
    <w:rsid w:val="00960160"/>
    <w:rsid w:val="00961B24"/>
    <w:rsid w:val="00963E9C"/>
    <w:rsid w:val="00970DEF"/>
    <w:rsid w:val="00976B05"/>
    <w:rsid w:val="009824EB"/>
    <w:rsid w:val="00990A30"/>
    <w:rsid w:val="009A0CEA"/>
    <w:rsid w:val="009A1303"/>
    <w:rsid w:val="009A36CF"/>
    <w:rsid w:val="009C0AE6"/>
    <w:rsid w:val="009D0E7D"/>
    <w:rsid w:val="009D1C72"/>
    <w:rsid w:val="009D5D97"/>
    <w:rsid w:val="009D7E0A"/>
    <w:rsid w:val="009E309A"/>
    <w:rsid w:val="009E37D7"/>
    <w:rsid w:val="009E54CF"/>
    <w:rsid w:val="009F30BA"/>
    <w:rsid w:val="009F4B79"/>
    <w:rsid w:val="00A030A2"/>
    <w:rsid w:val="00A131CE"/>
    <w:rsid w:val="00A273AC"/>
    <w:rsid w:val="00A3048F"/>
    <w:rsid w:val="00A326DD"/>
    <w:rsid w:val="00A33E41"/>
    <w:rsid w:val="00A46B86"/>
    <w:rsid w:val="00A52F78"/>
    <w:rsid w:val="00A567FF"/>
    <w:rsid w:val="00A56B1F"/>
    <w:rsid w:val="00A60AE3"/>
    <w:rsid w:val="00A632A9"/>
    <w:rsid w:val="00A67051"/>
    <w:rsid w:val="00A7186B"/>
    <w:rsid w:val="00A74EFD"/>
    <w:rsid w:val="00A7612B"/>
    <w:rsid w:val="00A85DCC"/>
    <w:rsid w:val="00A870DD"/>
    <w:rsid w:val="00A9524D"/>
    <w:rsid w:val="00AA003E"/>
    <w:rsid w:val="00AA3FCB"/>
    <w:rsid w:val="00AA67EF"/>
    <w:rsid w:val="00AB024F"/>
    <w:rsid w:val="00AB1007"/>
    <w:rsid w:val="00AB561A"/>
    <w:rsid w:val="00AC2E36"/>
    <w:rsid w:val="00AD0438"/>
    <w:rsid w:val="00AD505D"/>
    <w:rsid w:val="00AE2549"/>
    <w:rsid w:val="00AE4B5E"/>
    <w:rsid w:val="00AF17F0"/>
    <w:rsid w:val="00AF1A99"/>
    <w:rsid w:val="00AF6B2F"/>
    <w:rsid w:val="00B11D47"/>
    <w:rsid w:val="00B12801"/>
    <w:rsid w:val="00B12F98"/>
    <w:rsid w:val="00B13EB6"/>
    <w:rsid w:val="00B20D8F"/>
    <w:rsid w:val="00B26FF7"/>
    <w:rsid w:val="00B2795F"/>
    <w:rsid w:val="00B310A1"/>
    <w:rsid w:val="00B42B09"/>
    <w:rsid w:val="00B519B5"/>
    <w:rsid w:val="00B60F5E"/>
    <w:rsid w:val="00B6405C"/>
    <w:rsid w:val="00B64F87"/>
    <w:rsid w:val="00B65008"/>
    <w:rsid w:val="00B71327"/>
    <w:rsid w:val="00B82DE4"/>
    <w:rsid w:val="00B91276"/>
    <w:rsid w:val="00B91685"/>
    <w:rsid w:val="00B91E96"/>
    <w:rsid w:val="00B97C09"/>
    <w:rsid w:val="00BA0C92"/>
    <w:rsid w:val="00BA106E"/>
    <w:rsid w:val="00BA76A3"/>
    <w:rsid w:val="00BB0EB5"/>
    <w:rsid w:val="00BB3DF6"/>
    <w:rsid w:val="00BB59AA"/>
    <w:rsid w:val="00BC499D"/>
    <w:rsid w:val="00BC4D6D"/>
    <w:rsid w:val="00BD15FB"/>
    <w:rsid w:val="00BD615A"/>
    <w:rsid w:val="00BD6AEE"/>
    <w:rsid w:val="00BD771F"/>
    <w:rsid w:val="00BE2B82"/>
    <w:rsid w:val="00BE34E2"/>
    <w:rsid w:val="00BF04C5"/>
    <w:rsid w:val="00BF34D6"/>
    <w:rsid w:val="00C01379"/>
    <w:rsid w:val="00C026D4"/>
    <w:rsid w:val="00C04EB5"/>
    <w:rsid w:val="00C050BB"/>
    <w:rsid w:val="00C07445"/>
    <w:rsid w:val="00C10B37"/>
    <w:rsid w:val="00C15F8C"/>
    <w:rsid w:val="00C2478C"/>
    <w:rsid w:val="00C24C51"/>
    <w:rsid w:val="00C33222"/>
    <w:rsid w:val="00C342EE"/>
    <w:rsid w:val="00C342FD"/>
    <w:rsid w:val="00C447B2"/>
    <w:rsid w:val="00C523FA"/>
    <w:rsid w:val="00C572EE"/>
    <w:rsid w:val="00C57EAD"/>
    <w:rsid w:val="00C64DBB"/>
    <w:rsid w:val="00C6510B"/>
    <w:rsid w:val="00C71352"/>
    <w:rsid w:val="00C85C85"/>
    <w:rsid w:val="00C87CBF"/>
    <w:rsid w:val="00C9132B"/>
    <w:rsid w:val="00C94229"/>
    <w:rsid w:val="00C95025"/>
    <w:rsid w:val="00C950E5"/>
    <w:rsid w:val="00C96BFC"/>
    <w:rsid w:val="00CA248A"/>
    <w:rsid w:val="00CA72CB"/>
    <w:rsid w:val="00CB6AA3"/>
    <w:rsid w:val="00CC5699"/>
    <w:rsid w:val="00CC61BD"/>
    <w:rsid w:val="00CD1EFA"/>
    <w:rsid w:val="00CD2206"/>
    <w:rsid w:val="00CD750A"/>
    <w:rsid w:val="00CE276C"/>
    <w:rsid w:val="00CE4949"/>
    <w:rsid w:val="00CE6D9E"/>
    <w:rsid w:val="00CF064D"/>
    <w:rsid w:val="00CF2499"/>
    <w:rsid w:val="00CF4D23"/>
    <w:rsid w:val="00D040A5"/>
    <w:rsid w:val="00D12F5B"/>
    <w:rsid w:val="00D13680"/>
    <w:rsid w:val="00D27415"/>
    <w:rsid w:val="00D34774"/>
    <w:rsid w:val="00D41FD9"/>
    <w:rsid w:val="00D51EE2"/>
    <w:rsid w:val="00D54035"/>
    <w:rsid w:val="00D578FB"/>
    <w:rsid w:val="00D61A63"/>
    <w:rsid w:val="00D61D79"/>
    <w:rsid w:val="00D627B8"/>
    <w:rsid w:val="00D64898"/>
    <w:rsid w:val="00D65B18"/>
    <w:rsid w:val="00D85DB2"/>
    <w:rsid w:val="00D91C68"/>
    <w:rsid w:val="00D946F4"/>
    <w:rsid w:val="00D978AE"/>
    <w:rsid w:val="00D97D5E"/>
    <w:rsid w:val="00DA093B"/>
    <w:rsid w:val="00DA4C65"/>
    <w:rsid w:val="00DA6A58"/>
    <w:rsid w:val="00DA76FA"/>
    <w:rsid w:val="00DB320F"/>
    <w:rsid w:val="00DC6C64"/>
    <w:rsid w:val="00DE23C5"/>
    <w:rsid w:val="00DE690B"/>
    <w:rsid w:val="00DF2046"/>
    <w:rsid w:val="00E03AFC"/>
    <w:rsid w:val="00E04825"/>
    <w:rsid w:val="00E05E96"/>
    <w:rsid w:val="00E336E1"/>
    <w:rsid w:val="00E41750"/>
    <w:rsid w:val="00E44B69"/>
    <w:rsid w:val="00E47819"/>
    <w:rsid w:val="00E529B5"/>
    <w:rsid w:val="00E5491F"/>
    <w:rsid w:val="00E550DF"/>
    <w:rsid w:val="00E62505"/>
    <w:rsid w:val="00E71AFC"/>
    <w:rsid w:val="00E7373B"/>
    <w:rsid w:val="00E758CD"/>
    <w:rsid w:val="00E761CA"/>
    <w:rsid w:val="00E93E93"/>
    <w:rsid w:val="00E9467E"/>
    <w:rsid w:val="00E94AFF"/>
    <w:rsid w:val="00E97A45"/>
    <w:rsid w:val="00EA23F3"/>
    <w:rsid w:val="00EB0CBC"/>
    <w:rsid w:val="00EB452C"/>
    <w:rsid w:val="00EB5EDC"/>
    <w:rsid w:val="00EC03BD"/>
    <w:rsid w:val="00EC474A"/>
    <w:rsid w:val="00EC57C2"/>
    <w:rsid w:val="00EC7882"/>
    <w:rsid w:val="00ED0541"/>
    <w:rsid w:val="00EE3678"/>
    <w:rsid w:val="00EF03D1"/>
    <w:rsid w:val="00EF3DC1"/>
    <w:rsid w:val="00F14386"/>
    <w:rsid w:val="00F14D95"/>
    <w:rsid w:val="00F25D9E"/>
    <w:rsid w:val="00F30BD9"/>
    <w:rsid w:val="00F317F5"/>
    <w:rsid w:val="00F3446D"/>
    <w:rsid w:val="00F35494"/>
    <w:rsid w:val="00F3560D"/>
    <w:rsid w:val="00F37D0E"/>
    <w:rsid w:val="00F54571"/>
    <w:rsid w:val="00F5582F"/>
    <w:rsid w:val="00F56F54"/>
    <w:rsid w:val="00F57CC4"/>
    <w:rsid w:val="00F648C0"/>
    <w:rsid w:val="00F6517B"/>
    <w:rsid w:val="00F86C38"/>
    <w:rsid w:val="00F9093B"/>
    <w:rsid w:val="00F91B28"/>
    <w:rsid w:val="00F93737"/>
    <w:rsid w:val="00F9393F"/>
    <w:rsid w:val="00F953C0"/>
    <w:rsid w:val="00FB1521"/>
    <w:rsid w:val="00FB3233"/>
    <w:rsid w:val="00FB353A"/>
    <w:rsid w:val="00FB5259"/>
    <w:rsid w:val="00FC26F3"/>
    <w:rsid w:val="00FC2E01"/>
    <w:rsid w:val="00FD1CC5"/>
    <w:rsid w:val="00FE2A2C"/>
    <w:rsid w:val="00FE4D6E"/>
    <w:rsid w:val="00FE5EF5"/>
    <w:rsid w:val="00FE6AD1"/>
    <w:rsid w:val="00FF2A53"/>
    <w:rsid w:val="00FF6373"/>
    <w:rsid w:val="4ADC2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B69D683D-FD84-47D1-9581-E8F8E238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9B5"/>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4D5B6D"/>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4D5B6D"/>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 w:type="character" w:styleId="CommentReference">
    <w:name w:val="annotation reference"/>
    <w:basedOn w:val="DefaultParagraphFont"/>
    <w:uiPriority w:val="99"/>
    <w:semiHidden/>
    <w:unhideWhenUsed/>
    <w:rsid w:val="0068580F"/>
    <w:rPr>
      <w:sz w:val="16"/>
      <w:szCs w:val="16"/>
    </w:rPr>
  </w:style>
  <w:style w:type="paragraph" w:styleId="CommentText">
    <w:name w:val="annotation text"/>
    <w:basedOn w:val="Normal"/>
    <w:link w:val="CommentTextChar"/>
    <w:uiPriority w:val="99"/>
    <w:unhideWhenUsed/>
    <w:rsid w:val="0068580F"/>
    <w:rPr>
      <w:sz w:val="20"/>
      <w:szCs w:val="20"/>
    </w:rPr>
  </w:style>
  <w:style w:type="character" w:customStyle="1" w:styleId="CommentTextChar">
    <w:name w:val="Comment Text Char"/>
    <w:basedOn w:val="DefaultParagraphFont"/>
    <w:link w:val="CommentText"/>
    <w:uiPriority w:val="99"/>
    <w:rsid w:val="0068580F"/>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68580F"/>
    <w:rPr>
      <w:b/>
      <w:bCs/>
    </w:rPr>
  </w:style>
  <w:style w:type="character" w:customStyle="1" w:styleId="CommentSubjectChar">
    <w:name w:val="Comment Subject Char"/>
    <w:basedOn w:val="CommentTextChar"/>
    <w:link w:val="CommentSubject"/>
    <w:uiPriority w:val="99"/>
    <w:semiHidden/>
    <w:rsid w:val="0068580F"/>
    <w:rPr>
      <w:rFonts w:ascii="Segoe Print" w:eastAsia="Times New Roman" w:hAnsi="Segoe Print" w:cs="Times New Roman"/>
      <w:b/>
      <w:bCs/>
      <w:sz w:val="20"/>
      <w:szCs w:val="20"/>
    </w:rPr>
  </w:style>
  <w:style w:type="character" w:styleId="Mention">
    <w:name w:val="Mention"/>
    <w:basedOn w:val="DefaultParagraphFont"/>
    <w:uiPriority w:val="99"/>
    <w:unhideWhenUsed/>
    <w:rsid w:val="00AA003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805589">
      <w:bodyDiv w:val="1"/>
      <w:marLeft w:val="0"/>
      <w:marRight w:val="0"/>
      <w:marTop w:val="0"/>
      <w:marBottom w:val="0"/>
      <w:divBdr>
        <w:top w:val="none" w:sz="0" w:space="0" w:color="auto"/>
        <w:left w:val="none" w:sz="0" w:space="0" w:color="auto"/>
        <w:bottom w:val="none" w:sz="0" w:space="0" w:color="auto"/>
        <w:right w:val="none" w:sz="0" w:space="0" w:color="auto"/>
      </w:divBdr>
    </w:div>
    <w:div w:id="213031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A73E0-8D88-4B0D-8BE5-0F9E1BCBB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FBEFE9-9769-468B-A85A-ACC5E186036E}">
  <ds:schemaRefs>
    <ds:schemaRef ds:uri="http://purl.org/dc/elements/1.1/"/>
    <ds:schemaRef ds:uri="http://schemas.microsoft.com/office/2006/metadata/properties"/>
    <ds:schemaRef ds:uri="http://schemas.microsoft.com/sharepoint/v3"/>
    <ds:schemaRef ds:uri="http://schemas.microsoft.com/office/infopath/2007/PartnerControls"/>
    <ds:schemaRef ds:uri="http://schemas.microsoft.com/office/2006/documentManagement/types"/>
    <ds:schemaRef ds:uri="4ebc427b-1bcf-4856-a750-efc6bf2bcca6"/>
    <ds:schemaRef ds:uri="http://schemas.openxmlformats.org/package/2006/metadata/core-properties"/>
    <ds:schemaRef ds:uri="http://purl.org/dc/dcmitype/"/>
    <ds:schemaRef ds:uri="bd536709-b854-4f3b-a247-393f1123cff3"/>
    <ds:schemaRef ds:uri="http://www.w3.org/XML/1998/namespace"/>
    <ds:schemaRef ds:uri="http://purl.org/dc/terms/"/>
  </ds:schemaRefs>
</ds:datastoreItem>
</file>

<file path=customXml/itemProps3.xml><?xml version="1.0" encoding="utf-8"?>
<ds:datastoreItem xmlns:ds="http://schemas.openxmlformats.org/officeDocument/2006/customXml" ds:itemID="{FC9F028D-CE2D-42CD-8F51-1E50B4C13699}">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4</Pages>
  <Words>954</Words>
  <Characters>5441</Characters>
  <Application>Microsoft Office Word</Application>
  <DocSecurity>2</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CharactersWithSpaces>
  <SharedDoc>false</SharedDoc>
  <HLinks>
    <vt:vector size="12" baseType="variant">
      <vt:variant>
        <vt:i4>8257624</vt:i4>
      </vt:variant>
      <vt:variant>
        <vt:i4>3</vt:i4>
      </vt:variant>
      <vt:variant>
        <vt:i4>0</vt:i4>
      </vt:variant>
      <vt:variant>
        <vt:i4>5</vt:i4>
      </vt:variant>
      <vt:variant>
        <vt:lpwstr>mailto:GAG@NRC.GOV</vt:lpwstr>
      </vt:variant>
      <vt:variant>
        <vt:lpwstr/>
      </vt:variant>
      <vt:variant>
        <vt:i4>1704047</vt:i4>
      </vt:variant>
      <vt:variant>
        <vt:i4>0</vt:i4>
      </vt:variant>
      <vt:variant>
        <vt:i4>0</vt:i4>
      </vt:variant>
      <vt:variant>
        <vt:i4>5</vt:i4>
      </vt:variant>
      <vt:variant>
        <vt:lpwstr>mailto:JXA7@NRC.GOV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2025-06-18T22:04:00Z</dcterms:created>
  <dcterms:modified xsi:type="dcterms:W3CDTF">2025-06-18T22:13:00Z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